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B17A7" w14:textId="77313E3E" w:rsidR="007D40F0" w:rsidRPr="007D40F0" w:rsidRDefault="007D40F0" w:rsidP="007D40F0">
      <w:pPr>
        <w:jc w:val="right"/>
        <w:rPr>
          <w:rFonts w:ascii="Calibri" w:hAnsi="Calibri"/>
          <w:b/>
        </w:rPr>
      </w:pPr>
      <w:r w:rsidRPr="00D61112">
        <w:rPr>
          <w:rFonts w:ascii="Calibri" w:hAnsi="Calibri"/>
          <w:b/>
        </w:rPr>
        <w:t xml:space="preserve">Anexa </w:t>
      </w:r>
      <w:r w:rsidR="0047473E" w:rsidRPr="00D61112">
        <w:rPr>
          <w:rFonts w:ascii="Calibri" w:hAnsi="Calibri"/>
          <w:b/>
        </w:rPr>
        <w:t>8</w:t>
      </w:r>
    </w:p>
    <w:p w14:paraId="14571705" w14:textId="77777777" w:rsidR="007D40F0" w:rsidRPr="007D40F0" w:rsidRDefault="007D40F0" w:rsidP="007D40F0">
      <w:pPr>
        <w:jc w:val="right"/>
        <w:rPr>
          <w:rFonts w:ascii="Calibri" w:hAnsi="Calibri"/>
        </w:rPr>
      </w:pPr>
    </w:p>
    <w:p w14:paraId="6C1ADAE1" w14:textId="77777777" w:rsidR="007D40F0" w:rsidRPr="007D40F0" w:rsidRDefault="007D40F0" w:rsidP="007D40F0">
      <w:pPr>
        <w:jc w:val="center"/>
        <w:rPr>
          <w:rFonts w:ascii="Calibri" w:hAnsi="Calibri"/>
        </w:rPr>
      </w:pPr>
    </w:p>
    <w:p w14:paraId="5D4BCF31" w14:textId="77777777" w:rsidR="007D40F0" w:rsidRPr="007D40F0" w:rsidRDefault="007D40F0" w:rsidP="007D40F0">
      <w:pPr>
        <w:jc w:val="right"/>
        <w:rPr>
          <w:rFonts w:ascii="Calibri" w:hAnsi="Calibri"/>
        </w:rPr>
      </w:pPr>
      <w:bookmarkStart w:id="0" w:name="_GoBack"/>
      <w:bookmarkEnd w:id="0"/>
    </w:p>
    <w:p w14:paraId="4058628B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</w:p>
    <w:p w14:paraId="19C93CE0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Notă </w:t>
      </w:r>
    </w:p>
    <w:p w14:paraId="583110B3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privind fundamentarea costurilor</w:t>
      </w:r>
    </w:p>
    <w:p w14:paraId="6D5A8D20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45E4E642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79623F86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492BF7CF" w14:textId="77777777" w:rsidR="007D40F0" w:rsidRPr="007D40F0" w:rsidRDefault="007D40F0" w:rsidP="007D40F0">
      <w:pPr>
        <w:jc w:val="both"/>
        <w:rPr>
          <w:rFonts w:ascii="Calibri" w:hAnsi="Calibri"/>
          <w:i/>
        </w:rPr>
      </w:pPr>
      <w:r w:rsidRPr="007D40F0">
        <w:rPr>
          <w:rFonts w:ascii="Calibri" w:hAnsi="Calibri"/>
          <w:i/>
        </w:rPr>
        <w:t xml:space="preserve">Acest model se va completa de către </w:t>
      </w:r>
      <w:r w:rsidR="00705F73">
        <w:rPr>
          <w:rFonts w:ascii="Calibri" w:hAnsi="Calibri"/>
          <w:i/>
        </w:rPr>
        <w:t>solicitant</w:t>
      </w:r>
      <w:r w:rsidR="00705F73" w:rsidRPr="007D40F0">
        <w:rPr>
          <w:rFonts w:ascii="Calibri" w:hAnsi="Calibri"/>
          <w:i/>
        </w:rPr>
        <w:t xml:space="preserve"> </w:t>
      </w:r>
      <w:r w:rsidRPr="007D40F0">
        <w:rPr>
          <w:rFonts w:ascii="Calibri" w:hAnsi="Calibri"/>
          <w:i/>
        </w:rPr>
        <w:t xml:space="preserve">și se va data, semna și ștampila </w:t>
      </w:r>
      <w:r w:rsidR="00705F73">
        <w:rPr>
          <w:rFonts w:ascii="Calibri" w:hAnsi="Calibri"/>
          <w:i/>
        </w:rPr>
        <w:t>sau certifica prin semnătură electronică</w:t>
      </w:r>
    </w:p>
    <w:p w14:paraId="36CE8B0E" w14:textId="77777777" w:rsidR="007D40F0" w:rsidRPr="007D40F0" w:rsidRDefault="007D40F0" w:rsidP="007D40F0">
      <w:pPr>
        <w:rPr>
          <w:rFonts w:ascii="Calibri" w:hAnsi="Calibri"/>
        </w:rPr>
      </w:pPr>
    </w:p>
    <w:p w14:paraId="2CB95D2C" w14:textId="77777777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>În cadrul proiectului cu titlul ........................................................................ (</w:t>
      </w:r>
      <w:r w:rsidRPr="007D40F0">
        <w:rPr>
          <w:rFonts w:ascii="Calibri" w:hAnsi="Calibri"/>
          <w:i/>
        </w:rPr>
        <w:t>titlul proiectului)</w:t>
      </w:r>
      <w:r w:rsidRPr="007D40F0">
        <w:rPr>
          <w:rFonts w:ascii="Calibri" w:hAnsi="Calibri"/>
        </w:rPr>
        <w:t>, solicitant ...................................</w:t>
      </w:r>
      <w:r w:rsidRPr="007D40F0">
        <w:rPr>
          <w:rFonts w:ascii="Calibri" w:hAnsi="Calibri"/>
          <w:i/>
        </w:rPr>
        <w:t xml:space="preserve">(denumire </w:t>
      </w:r>
      <w:r w:rsidR="000455AE">
        <w:rPr>
          <w:rFonts w:ascii="Calibri" w:hAnsi="Calibri"/>
          <w:i/>
        </w:rPr>
        <w:t xml:space="preserve">parteneriat </w:t>
      </w:r>
      <w:r w:rsidRPr="007D40F0">
        <w:rPr>
          <w:rFonts w:ascii="Calibri" w:hAnsi="Calibri"/>
          <w:i/>
        </w:rPr>
        <w:t xml:space="preserve">solicitant), </w:t>
      </w:r>
      <w:r w:rsidRPr="007D40F0">
        <w:rPr>
          <w:rFonts w:ascii="Calibri" w:hAnsi="Calibri"/>
        </w:rPr>
        <w:t>sunt propuse echipamente/dotări/servicii, ale căror costuri au fost stabilite după cum urmează:</w:t>
      </w:r>
    </w:p>
    <w:p w14:paraId="5E382697" w14:textId="77777777" w:rsidR="007D40F0" w:rsidRPr="007D40F0" w:rsidRDefault="007D40F0" w:rsidP="007D40F0">
      <w:pPr>
        <w:rPr>
          <w:rFonts w:ascii="Calibri" w:hAnsi="Calibri"/>
          <w:i/>
        </w:rPr>
      </w:pPr>
    </w:p>
    <w:p w14:paraId="2B2D653E" w14:textId="77777777" w:rsidR="007D40F0" w:rsidRPr="007D40F0" w:rsidRDefault="007D40F0" w:rsidP="007D40F0">
      <w:pPr>
        <w:rPr>
          <w:rFonts w:ascii="Calibri" w:hAnsi="Calibri"/>
          <w:b/>
          <w:bCs/>
        </w:rPr>
      </w:pPr>
      <w:r w:rsidRPr="007D40F0">
        <w:rPr>
          <w:rFonts w:ascii="Calibri" w:hAnsi="Calibri"/>
          <w:i/>
        </w:rPr>
        <w:t xml:space="preserve"> </w:t>
      </w:r>
    </w:p>
    <w:p w14:paraId="0791D511" w14:textId="77777777" w:rsidR="007D40F0" w:rsidRPr="007D40F0" w:rsidRDefault="007D40F0" w:rsidP="007D40F0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0"/>
        <w:gridCol w:w="5063"/>
      </w:tblGrid>
      <w:tr w:rsidR="007D40F0" w:rsidRPr="00326DC2" w14:paraId="152CCD9C" w14:textId="77777777" w:rsidTr="00326DC2">
        <w:tc>
          <w:tcPr>
            <w:tcW w:w="4503" w:type="dxa"/>
            <w:shd w:val="clear" w:color="auto" w:fill="auto"/>
            <w:vAlign w:val="center"/>
          </w:tcPr>
          <w:p w14:paraId="00A7A2F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Categorie de echipamente/servicii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A241455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Documente justificative care stau la baza stabilirii costului aferent*</w:t>
            </w:r>
          </w:p>
        </w:tc>
      </w:tr>
      <w:tr w:rsidR="007D40F0" w:rsidRPr="00326DC2" w14:paraId="577FB70E" w14:textId="77777777" w:rsidTr="00326DC2">
        <w:tc>
          <w:tcPr>
            <w:tcW w:w="4503" w:type="dxa"/>
            <w:shd w:val="clear" w:color="auto" w:fill="auto"/>
            <w:vAlign w:val="center"/>
          </w:tcPr>
          <w:p w14:paraId="72D8989C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A6388B0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04033FF8" w14:textId="77777777" w:rsidTr="00326DC2">
        <w:tc>
          <w:tcPr>
            <w:tcW w:w="4503" w:type="dxa"/>
            <w:shd w:val="clear" w:color="auto" w:fill="auto"/>
            <w:vAlign w:val="center"/>
          </w:tcPr>
          <w:p w14:paraId="599E7C4F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013D5F1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5E89F373" w14:textId="77777777" w:rsidTr="00326DC2">
        <w:tc>
          <w:tcPr>
            <w:tcW w:w="4503" w:type="dxa"/>
            <w:shd w:val="clear" w:color="auto" w:fill="auto"/>
            <w:vAlign w:val="center"/>
          </w:tcPr>
          <w:p w14:paraId="0BB9B02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DA7EF08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</w:tbl>
    <w:p w14:paraId="6D4D7231" w14:textId="77777777" w:rsidR="007D40F0" w:rsidRPr="007D40F0" w:rsidRDefault="007D40F0" w:rsidP="007D40F0">
      <w:pPr>
        <w:rPr>
          <w:rFonts w:ascii="Calibri" w:hAnsi="Calibri"/>
        </w:rPr>
      </w:pPr>
    </w:p>
    <w:p w14:paraId="4F22C5D3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040C0B98" w14:textId="77777777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............................ </w:t>
      </w:r>
      <w:r w:rsidRPr="007D40F0">
        <w:rPr>
          <w:rFonts w:ascii="Calibri" w:hAnsi="Calibri"/>
          <w:i/>
        </w:rPr>
        <w:t xml:space="preserve">(denumire </w:t>
      </w:r>
      <w:r w:rsidR="00705F73">
        <w:rPr>
          <w:rFonts w:ascii="Calibri" w:hAnsi="Calibri"/>
          <w:i/>
        </w:rPr>
        <w:t>solicitant</w:t>
      </w:r>
      <w:r w:rsidRPr="007D40F0">
        <w:rPr>
          <w:rFonts w:ascii="Calibri" w:hAnsi="Calibri"/>
          <w:i/>
        </w:rPr>
        <w:t>)</w:t>
      </w:r>
      <w:r w:rsidRPr="007D40F0">
        <w:rPr>
          <w:rFonts w:ascii="Calibri" w:hAnsi="Calibri"/>
        </w:rPr>
        <w:t xml:space="preserve"> certific corectitudinea datelor prezentate mai sus.</w:t>
      </w:r>
    </w:p>
    <w:p w14:paraId="5D2574D3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00FF9BBF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6906A0BD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3E514EE6" w14:textId="77777777" w:rsidR="007D40F0" w:rsidRDefault="007D40F0" w:rsidP="007D40F0">
      <w:pPr>
        <w:jc w:val="both"/>
        <w:rPr>
          <w:rFonts w:ascii="Calibri" w:hAnsi="Calibri"/>
        </w:rPr>
      </w:pPr>
    </w:p>
    <w:p w14:paraId="504CA37F" w14:textId="77777777" w:rsidR="007D40F0" w:rsidRDefault="007D40F0" w:rsidP="007D40F0">
      <w:pPr>
        <w:jc w:val="both"/>
        <w:rPr>
          <w:rFonts w:ascii="Calibri" w:hAnsi="Calibri"/>
        </w:rPr>
      </w:pPr>
    </w:p>
    <w:p w14:paraId="27292617" w14:textId="77777777" w:rsidR="007D40F0" w:rsidRDefault="007D40F0" w:rsidP="007D40F0">
      <w:pPr>
        <w:jc w:val="both"/>
        <w:rPr>
          <w:rFonts w:ascii="Calibri" w:hAnsi="Calibri"/>
        </w:rPr>
      </w:pPr>
    </w:p>
    <w:p w14:paraId="70A709DC" w14:textId="77777777" w:rsidR="007D40F0" w:rsidRPr="007D40F0" w:rsidRDefault="007D40F0" w:rsidP="007D40F0">
      <w:pPr>
        <w:jc w:val="both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7D40F0" w:rsidRPr="00326DC2" w14:paraId="3E936914" w14:textId="77777777" w:rsidTr="00326DC2">
        <w:tc>
          <w:tcPr>
            <w:tcW w:w="4703" w:type="dxa"/>
            <w:shd w:val="clear" w:color="auto" w:fill="auto"/>
          </w:tcPr>
          <w:p w14:paraId="53321E07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Semnătură </w:t>
            </w:r>
            <w:r w:rsidR="00705F73">
              <w:rPr>
                <w:rFonts w:ascii="Calibri" w:eastAsia="MS Mincho" w:hAnsi="Calibri"/>
              </w:rPr>
              <w:t>solicitant</w:t>
            </w:r>
          </w:p>
          <w:p w14:paraId="44B6DBF8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</w:p>
        </w:tc>
        <w:tc>
          <w:tcPr>
            <w:tcW w:w="4703" w:type="dxa"/>
            <w:shd w:val="clear" w:color="auto" w:fill="auto"/>
          </w:tcPr>
          <w:p w14:paraId="36218260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                                                 Data:</w:t>
            </w:r>
          </w:p>
        </w:tc>
      </w:tr>
    </w:tbl>
    <w:p w14:paraId="3832F3B1" w14:textId="77777777" w:rsidR="00110896" w:rsidRDefault="00110896" w:rsidP="007D40F0">
      <w:pPr>
        <w:pStyle w:val="Titlu"/>
        <w:rPr>
          <w:rFonts w:ascii="Calibri" w:hAnsi="Calibri"/>
          <w:b w:val="0"/>
          <w:sz w:val="24"/>
        </w:rPr>
      </w:pPr>
    </w:p>
    <w:p w14:paraId="15BB9576" w14:textId="77777777" w:rsidR="00802C93" w:rsidRDefault="00802C93" w:rsidP="00802C93">
      <w:pPr>
        <w:pStyle w:val="Subtitlu"/>
      </w:pPr>
    </w:p>
    <w:p w14:paraId="58618045" w14:textId="77777777" w:rsidR="00802C93" w:rsidRDefault="00802C93" w:rsidP="00802C93">
      <w:pPr>
        <w:rPr>
          <w:lang w:eastAsia="ar-SA"/>
        </w:rPr>
      </w:pPr>
    </w:p>
    <w:p w14:paraId="2F82BDF2" w14:textId="77777777" w:rsidR="00802C93" w:rsidRDefault="00802C93" w:rsidP="00802C93">
      <w:pPr>
        <w:rPr>
          <w:lang w:eastAsia="ar-SA"/>
        </w:rPr>
      </w:pPr>
    </w:p>
    <w:p w14:paraId="45BDAF73" w14:textId="77777777" w:rsidR="00802C93" w:rsidRDefault="00802C93" w:rsidP="00802C93">
      <w:pPr>
        <w:rPr>
          <w:lang w:eastAsia="ar-SA"/>
        </w:rPr>
      </w:pPr>
    </w:p>
    <w:p w14:paraId="1900B402" w14:textId="77777777" w:rsidR="00802C93" w:rsidRPr="00D67E89" w:rsidRDefault="00802C93" w:rsidP="00802C93">
      <w:pPr>
        <w:jc w:val="both"/>
        <w:rPr>
          <w:rFonts w:ascii="Calibri Light" w:hAnsi="Calibri Light" w:cs="Calibri Light"/>
        </w:rPr>
      </w:pPr>
      <w:r w:rsidRPr="00D67E89">
        <w:rPr>
          <w:rFonts w:ascii="Calibri Light" w:eastAsia="MS Mincho" w:hAnsi="Calibri Light" w:cs="Calibri Light"/>
          <w:lang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Pr="00D67E89">
        <w:rPr>
          <w:rFonts w:ascii="Calibri Light" w:hAnsi="Calibri Light" w:cs="Calibri Light"/>
        </w:rPr>
        <w:t xml:space="preserve"> </w:t>
      </w:r>
    </w:p>
    <w:sectPr w:rsidR="00802C93" w:rsidRPr="00D67E89" w:rsidSect="0087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BF74E" w14:textId="77777777" w:rsidR="00364B06" w:rsidRDefault="00364B06">
      <w:r>
        <w:separator/>
      </w:r>
    </w:p>
  </w:endnote>
  <w:endnote w:type="continuationSeparator" w:id="0">
    <w:p w14:paraId="4A5D64D8" w14:textId="77777777" w:rsidR="00364B06" w:rsidRDefault="0036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BF19A" w14:textId="77777777" w:rsidR="00852336" w:rsidRDefault="0085233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3F9D2BF" w14:textId="77777777">
      <w:trPr>
        <w:cantSplit/>
        <w:trHeight w:hRule="exact" w:val="340"/>
        <w:hidden/>
      </w:trPr>
      <w:tc>
        <w:tcPr>
          <w:tcW w:w="9210" w:type="dxa"/>
        </w:tcPr>
        <w:p w14:paraId="0C02D6DF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0216C9E6" w14:textId="77777777" w:rsidR="00F12E7F" w:rsidRDefault="00AA5218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367E1FC4" wp14:editId="1F9585A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34731D" wp14:editId="6531028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DE4D9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43A59C5" wp14:editId="6D92AFE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97CE84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735337" wp14:editId="764C293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41034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727BB72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A4ED98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2D6F534" wp14:editId="6B89C965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4C2E3C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788E1" w14:textId="77777777" w:rsidR="00072DDE" w:rsidRDefault="00AA5218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3CA5DF4F" wp14:editId="4274AC7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0A52F7" wp14:editId="541D848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1FBC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B711A3D" wp14:editId="0D0853A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EE897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37EF28F" wp14:editId="082C223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0BACC0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CEF39C9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088AD8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2028FEF5" wp14:editId="5FC9BD3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6764F" w14:textId="77777777" w:rsidR="00364B06" w:rsidRDefault="00364B06">
      <w:r>
        <w:separator/>
      </w:r>
    </w:p>
  </w:footnote>
  <w:footnote w:type="continuationSeparator" w:id="0">
    <w:p w14:paraId="6FF569C6" w14:textId="77777777" w:rsidR="00364B06" w:rsidRDefault="0036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4F551" w14:textId="77777777" w:rsidR="00852336" w:rsidRDefault="001758AD">
    <w:pPr>
      <w:pStyle w:val="Antet"/>
    </w:pPr>
    <w:r>
      <w:rPr>
        <w:noProof/>
      </w:rPr>
      <w:pict w14:anchorId="2678EC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6" o:spid="_x0000_s205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A8673" w14:textId="77777777" w:rsidR="002B3BB9" w:rsidRPr="00851382" w:rsidRDefault="001758AD">
    <w:pPr>
      <w:pStyle w:val="Antet"/>
      <w:rPr>
        <w:color w:val="999999"/>
      </w:rPr>
    </w:pPr>
    <w:r>
      <w:rPr>
        <w:noProof/>
      </w:rPr>
      <w:pict w14:anchorId="081175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7" o:spid="_x0000_s205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AA5218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20C5FF79" wp14:editId="66E6920E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CDA5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0023DDC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6933FC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6933FC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A54C8" w14:textId="77777777" w:rsidR="002B3BB9" w:rsidRDefault="001758AD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20000B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5" o:spid="_x0000_s204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AA5218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3CB49FCE" wp14:editId="78637082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218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19E020CB" wp14:editId="4656BF12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218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08ECFFA4" wp14:editId="0717F1DA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455AE"/>
    <w:rsid w:val="00063CF6"/>
    <w:rsid w:val="00072DDE"/>
    <w:rsid w:val="00080850"/>
    <w:rsid w:val="0009018B"/>
    <w:rsid w:val="00094830"/>
    <w:rsid w:val="000C2AAE"/>
    <w:rsid w:val="000F4091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26DC2"/>
    <w:rsid w:val="00351F71"/>
    <w:rsid w:val="00364B06"/>
    <w:rsid w:val="00376CFE"/>
    <w:rsid w:val="003A5946"/>
    <w:rsid w:val="003E2E03"/>
    <w:rsid w:val="00401958"/>
    <w:rsid w:val="004608E9"/>
    <w:rsid w:val="0047473E"/>
    <w:rsid w:val="00474F02"/>
    <w:rsid w:val="00523BEA"/>
    <w:rsid w:val="005A6B00"/>
    <w:rsid w:val="005C21C9"/>
    <w:rsid w:val="005C7AFF"/>
    <w:rsid w:val="00637606"/>
    <w:rsid w:val="00643AC4"/>
    <w:rsid w:val="006933FC"/>
    <w:rsid w:val="006B79B9"/>
    <w:rsid w:val="006F14B9"/>
    <w:rsid w:val="00705F73"/>
    <w:rsid w:val="007209E0"/>
    <w:rsid w:val="00754551"/>
    <w:rsid w:val="007A69A6"/>
    <w:rsid w:val="007C403D"/>
    <w:rsid w:val="007D40F0"/>
    <w:rsid w:val="00802C93"/>
    <w:rsid w:val="00851382"/>
    <w:rsid w:val="00852336"/>
    <w:rsid w:val="0087265A"/>
    <w:rsid w:val="0088290B"/>
    <w:rsid w:val="00894060"/>
    <w:rsid w:val="008C26CE"/>
    <w:rsid w:val="008E7688"/>
    <w:rsid w:val="00936CF8"/>
    <w:rsid w:val="00950345"/>
    <w:rsid w:val="0095716B"/>
    <w:rsid w:val="009B0069"/>
    <w:rsid w:val="009F711B"/>
    <w:rsid w:val="00A06DE4"/>
    <w:rsid w:val="00A82042"/>
    <w:rsid w:val="00AA5218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61112"/>
    <w:rsid w:val="00D67E89"/>
    <w:rsid w:val="00D94812"/>
    <w:rsid w:val="00DD113C"/>
    <w:rsid w:val="00E31672"/>
    <w:rsid w:val="00E753B1"/>
    <w:rsid w:val="00EE62AB"/>
    <w:rsid w:val="00EF25AA"/>
    <w:rsid w:val="00EF6CD7"/>
    <w:rsid w:val="00F12E7F"/>
    <w:rsid w:val="00F302EB"/>
    <w:rsid w:val="00FD2955"/>
    <w:rsid w:val="00FD302F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967399E"/>
  <w15:chartTrackingRefBased/>
  <w15:docId w15:val="{36DF1903-C907-4A84-BABF-5709990C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51AF4-CEAF-43AA-BFE2-42051843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102</Words>
  <Characters>874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975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 Zbuchea</cp:lastModifiedBy>
  <cp:revision>2</cp:revision>
  <cp:lastPrinted>2023-10-31T12:30:00Z</cp:lastPrinted>
  <dcterms:created xsi:type="dcterms:W3CDTF">2024-01-30T07:11:00Z</dcterms:created>
  <dcterms:modified xsi:type="dcterms:W3CDTF">2024-01-30T07:11:00Z</dcterms:modified>
</cp:coreProperties>
</file>